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30" w:rsidRPr="00F6783C" w:rsidRDefault="00850030" w:rsidP="004709C3">
      <w:pPr>
        <w:spacing w:before="156" w:after="156" w:line="460" w:lineRule="exact"/>
        <w:rPr>
          <w:b/>
          <w:bCs/>
          <w:color w:val="000000"/>
          <w:sz w:val="24"/>
        </w:rPr>
      </w:pPr>
      <w:r w:rsidRPr="00F6783C"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</w:rPr>
        <w:t>三</w:t>
      </w:r>
    </w:p>
    <w:p w:rsidR="00850030" w:rsidRPr="00F21764" w:rsidRDefault="00850030" w:rsidP="004709C3">
      <w:pPr>
        <w:jc w:val="center"/>
        <w:rPr>
          <w:rStyle w:val="Strong"/>
          <w:rFonts w:ascii="方正小标宋简体" w:eastAsia="方正小标宋简体"/>
          <w:bCs/>
          <w:sz w:val="24"/>
        </w:rPr>
      </w:pPr>
      <w:r w:rsidRPr="00F21764">
        <w:rPr>
          <w:rStyle w:val="Strong"/>
          <w:rFonts w:ascii="方正小标宋简体" w:eastAsia="方正小标宋简体" w:hint="eastAsia"/>
          <w:bCs/>
          <w:sz w:val="24"/>
        </w:rPr>
        <w:t>河北省中等职业</w:t>
      </w:r>
      <w:bookmarkStart w:id="0" w:name="_GoBack"/>
      <w:r w:rsidRPr="00F21764">
        <w:rPr>
          <w:rStyle w:val="Strong"/>
          <w:rFonts w:ascii="方正小标宋简体" w:eastAsia="方正小标宋简体" w:hint="eastAsia"/>
          <w:bCs/>
          <w:sz w:val="24"/>
        </w:rPr>
        <w:t>学校</w:t>
      </w:r>
      <w:bookmarkEnd w:id="0"/>
      <w:r w:rsidRPr="00F21764">
        <w:rPr>
          <w:rStyle w:val="Strong"/>
          <w:rFonts w:ascii="方正小标宋简体" w:eastAsia="方正小标宋简体" w:hint="eastAsia"/>
          <w:bCs/>
          <w:sz w:val="24"/>
        </w:rPr>
        <w:t>学生技能比赛选手电子照片</w:t>
      </w:r>
    </w:p>
    <w:p w:rsidR="00850030" w:rsidRPr="00F6783C" w:rsidRDefault="00850030" w:rsidP="004709C3">
      <w:pPr>
        <w:spacing w:line="460" w:lineRule="exact"/>
        <w:rPr>
          <w:rFonts w:ascii="楷体_GB2312" w:eastAsia="楷体_GB2312"/>
          <w:color w:val="000000"/>
          <w:sz w:val="24"/>
        </w:rPr>
      </w:pPr>
    </w:p>
    <w:p w:rsidR="00850030" w:rsidRPr="00C513BB" w:rsidRDefault="00850030" w:rsidP="004709C3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 w:rsidRPr="00C513BB">
        <w:rPr>
          <w:rFonts w:ascii="楷体_GB2312" w:eastAsia="楷体_GB2312" w:hint="eastAsia"/>
          <w:b/>
          <w:color w:val="000000"/>
          <w:sz w:val="24"/>
        </w:rPr>
        <w:t>代表队：</w:t>
      </w:r>
      <w:r w:rsidRPr="00C513BB">
        <w:rPr>
          <w:rFonts w:ascii="楷体_GB2312" w:eastAsia="楷体_GB2312"/>
          <w:b/>
          <w:color w:val="000000"/>
          <w:sz w:val="24"/>
        </w:rPr>
        <w:t xml:space="preserve">      </w:t>
      </w:r>
      <w:r w:rsidRPr="00C513BB">
        <w:rPr>
          <w:rFonts w:ascii="楷体_GB2312" w:eastAsia="楷体_GB2312" w:hint="eastAsia"/>
          <w:b/>
          <w:color w:val="000000"/>
          <w:sz w:val="24"/>
        </w:rPr>
        <w:t xml:space="preserve">　　　　　　　　　</w:t>
      </w:r>
      <w:r w:rsidRPr="00C513BB">
        <w:rPr>
          <w:rFonts w:ascii="楷体_GB2312" w:eastAsia="楷体_GB2312"/>
          <w:b/>
          <w:color w:val="000000"/>
          <w:sz w:val="24"/>
        </w:rPr>
        <w:t xml:space="preserve">        </w:t>
      </w:r>
      <w:r w:rsidRPr="00C513BB">
        <w:rPr>
          <w:rFonts w:ascii="楷体_GB2312" w:eastAsia="楷体_GB2312" w:hint="eastAsia"/>
          <w:b/>
          <w:color w:val="000000"/>
          <w:sz w:val="24"/>
        </w:rPr>
        <w:t xml:space="preserve">　　</w:t>
      </w:r>
      <w:r w:rsidRPr="00C513BB">
        <w:rPr>
          <w:rFonts w:ascii="楷体_GB2312" w:eastAsia="楷体_GB2312"/>
          <w:b/>
          <w:color w:val="000000"/>
          <w:sz w:val="24"/>
        </w:rPr>
        <w:t xml:space="preserve"> </w:t>
      </w:r>
      <w:r w:rsidRPr="00C513BB">
        <w:rPr>
          <w:rFonts w:ascii="楷体_GB2312" w:eastAsia="楷体_GB2312" w:hint="eastAsia"/>
          <w:b/>
          <w:color w:val="000000"/>
          <w:sz w:val="24"/>
        </w:rPr>
        <w:t>参赛项目：</w:t>
      </w:r>
      <w:r w:rsidRPr="00C513BB"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pPr w:leftFromText="180" w:rightFromText="180" w:vertAnchor="page" w:horzAnchor="margin" w:tblpY="3781"/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3"/>
        <w:gridCol w:w="3043"/>
        <w:gridCol w:w="3043"/>
      </w:tblGrid>
      <w:tr w:rsidR="00850030" w:rsidRPr="002B6051" w:rsidTr="005C0BD9">
        <w:trPr>
          <w:trHeight w:val="3255"/>
        </w:trPr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850030" w:rsidRPr="002B6051" w:rsidTr="005C0BD9">
        <w:trPr>
          <w:trHeight w:val="717"/>
        </w:trPr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:rsidR="00850030" w:rsidRPr="002B6051" w:rsidTr="005C0BD9">
        <w:trPr>
          <w:trHeight w:val="3416"/>
        </w:trPr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3043" w:type="dxa"/>
            <w:vAlign w:val="center"/>
          </w:tcPr>
          <w:p w:rsidR="00850030" w:rsidRPr="002B6051" w:rsidRDefault="00850030" w:rsidP="005C0BD9">
            <w:pPr>
              <w:jc w:val="center"/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:rsidR="00850030" w:rsidRPr="002B6051" w:rsidTr="005C0BD9">
        <w:trPr>
          <w:trHeight w:val="705"/>
        </w:trPr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:rsidR="00850030" w:rsidRPr="002B6051" w:rsidRDefault="00850030" w:rsidP="005C0BD9">
            <w:pPr>
              <w:rPr>
                <w:color w:val="000000"/>
                <w:sz w:val="24"/>
              </w:rPr>
            </w:pPr>
            <w:r w:rsidRPr="002B6051"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:rsidR="00850030" w:rsidRPr="00F6783C" w:rsidRDefault="00850030" w:rsidP="00F21764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Chars="228" w:left="479"/>
        <w:jc w:val="left"/>
        <w:rPr>
          <w:rFonts w:ascii="仿宋_GB2312" w:eastAsia="仿宋_GB2312" w:hAnsi="宋体" w:cs="宋体"/>
          <w:color w:val="000000"/>
          <w:kern w:val="0"/>
          <w:sz w:val="24"/>
        </w:rPr>
      </w:pPr>
    </w:p>
    <w:p w:rsidR="00850030" w:rsidRPr="006636DA" w:rsidRDefault="00850030" w:rsidP="00F21764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:rsidR="00850030" w:rsidRDefault="00850030" w:rsidP="00F21764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Chars="200" w:firstLine="560"/>
        <w:jc w:val="left"/>
        <w:rPr>
          <w:rFonts w:ascii="宋体" w:cs="宋体"/>
          <w:kern w:val="0"/>
          <w:sz w:val="28"/>
          <w:szCs w:val="28"/>
        </w:rPr>
      </w:pPr>
    </w:p>
    <w:p w:rsidR="00850030" w:rsidRDefault="00850030" w:rsidP="00F21764"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 w:rsidR="00850030" w:rsidRPr="004709C3" w:rsidRDefault="00850030" w:rsidP="004709C3"/>
    <w:sectPr w:rsidR="00850030" w:rsidRPr="004709C3" w:rsidSect="00A43805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030" w:rsidRDefault="00850030" w:rsidP="009655E0">
      <w:r>
        <w:separator/>
      </w:r>
    </w:p>
  </w:endnote>
  <w:endnote w:type="continuationSeparator" w:id="0">
    <w:p w:rsidR="00850030" w:rsidRDefault="00850030" w:rsidP="00965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030" w:rsidRDefault="00850030" w:rsidP="009655E0">
      <w:r>
        <w:separator/>
      </w:r>
    </w:p>
  </w:footnote>
  <w:footnote w:type="continuationSeparator" w:id="0">
    <w:p w:rsidR="00850030" w:rsidRDefault="00850030" w:rsidP="009655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228C"/>
    <w:rsid w:val="002B6051"/>
    <w:rsid w:val="004709C3"/>
    <w:rsid w:val="005C0BD9"/>
    <w:rsid w:val="0065228C"/>
    <w:rsid w:val="006636DA"/>
    <w:rsid w:val="00704807"/>
    <w:rsid w:val="00810946"/>
    <w:rsid w:val="00850030"/>
    <w:rsid w:val="008A01D1"/>
    <w:rsid w:val="008F1C42"/>
    <w:rsid w:val="009655E0"/>
    <w:rsid w:val="00A24B87"/>
    <w:rsid w:val="00A43805"/>
    <w:rsid w:val="00AB7B68"/>
    <w:rsid w:val="00AF03BA"/>
    <w:rsid w:val="00C513BB"/>
    <w:rsid w:val="00CD6AF8"/>
    <w:rsid w:val="00F21764"/>
    <w:rsid w:val="00F42107"/>
    <w:rsid w:val="00F6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28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4709C3"/>
    <w:rPr>
      <w:rFonts w:cs="Times New Roman"/>
      <w:b/>
    </w:rPr>
  </w:style>
  <w:style w:type="paragraph" w:styleId="Header">
    <w:name w:val="header"/>
    <w:basedOn w:val="Normal"/>
    <w:link w:val="HeaderChar"/>
    <w:uiPriority w:val="99"/>
    <w:semiHidden/>
    <w:rsid w:val="009655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55E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655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55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22</Words>
  <Characters>129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愿您平安</dc:creator>
  <cp:keywords/>
  <dc:description/>
  <cp:lastModifiedBy>微软用户</cp:lastModifiedBy>
  <cp:revision>5</cp:revision>
  <dcterms:created xsi:type="dcterms:W3CDTF">2015-11-20T03:03:00Z</dcterms:created>
  <dcterms:modified xsi:type="dcterms:W3CDTF">2019-03-21T13:57:00Z</dcterms:modified>
</cp:coreProperties>
</file>