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7B27E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1A593843">
      <w:pPr>
        <w:jc w:val="center"/>
        <w:rPr>
          <w:rStyle w:val="6"/>
          <w:rFonts w:ascii="方正小标宋简体" w:eastAsia="方正小标宋简体"/>
          <w:bCs/>
          <w:sz w:val="24"/>
        </w:rPr>
      </w:pPr>
      <w:r>
        <w:rPr>
          <w:rStyle w:val="6"/>
          <w:rFonts w:hint="eastAsia" w:ascii="方正小标宋简体" w:eastAsia="方正小标宋简体"/>
          <w:bCs/>
          <w:sz w:val="24"/>
        </w:rPr>
        <w:t>河北省中等职业学校技能</w:t>
      </w:r>
      <w:r>
        <w:rPr>
          <w:rStyle w:val="6"/>
          <w:rFonts w:hint="eastAsia" w:ascii="方正小标宋简体" w:eastAsia="方正小标宋简体"/>
          <w:bCs/>
          <w:sz w:val="24"/>
          <w:lang w:val="en-US" w:eastAsia="zh-CN"/>
        </w:rPr>
        <w:t>大</w:t>
      </w:r>
      <w:r>
        <w:rPr>
          <w:rStyle w:val="6"/>
          <w:rFonts w:hint="eastAsia" w:ascii="方正小标宋简体" w:eastAsia="方正小标宋简体"/>
          <w:bCs/>
          <w:sz w:val="24"/>
        </w:rPr>
        <w:t>赛选手电子照片</w:t>
      </w:r>
    </w:p>
    <w:p w14:paraId="26EB1B3B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67AD00BB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 </w:t>
      </w:r>
      <w:r>
        <w:rPr>
          <w:rFonts w:hint="eastAsia" w:ascii="楷体_GB2312" w:eastAsia="楷体_GB2312"/>
          <w:b/>
          <w:color w:val="000000"/>
          <w:sz w:val="24"/>
        </w:rPr>
        <w:t>　　　　　　　　　</w:t>
      </w:r>
      <w:r>
        <w:rPr>
          <w:rFonts w:ascii="楷体_GB2312" w:eastAsia="楷体_GB2312"/>
          <w:b/>
          <w:color w:val="000000"/>
          <w:sz w:val="24"/>
        </w:rPr>
        <w:t xml:space="preserve">        </w:t>
      </w:r>
      <w:r>
        <w:rPr>
          <w:rFonts w:hint="eastAsia" w:ascii="楷体_GB2312" w:eastAsia="楷体_GB2312"/>
          <w:b/>
          <w:color w:val="000000"/>
          <w:sz w:val="24"/>
        </w:rPr>
        <w:t>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bookmarkStart w:id="0" w:name="_GoBack"/>
      <w:bookmarkEnd w:id="0"/>
    </w:p>
    <w:tbl>
      <w:tblPr>
        <w:tblStyle w:val="4"/>
        <w:tblpPr w:leftFromText="180" w:rightFromText="180" w:vertAnchor="page" w:horzAnchor="page" w:tblpXSpec="center" w:tblpY="3795"/>
        <w:tblW w:w="68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1"/>
        <w:gridCol w:w="3522"/>
      </w:tblGrid>
      <w:tr w14:paraId="7424A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1" w:hRule="atLeast"/>
          <w:jc w:val="center"/>
        </w:trPr>
        <w:tc>
          <w:tcPr>
            <w:tcW w:w="3311" w:type="dxa"/>
            <w:vAlign w:val="center"/>
          </w:tcPr>
          <w:p w14:paraId="59415F6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522" w:type="dxa"/>
            <w:vAlign w:val="center"/>
          </w:tcPr>
          <w:p w14:paraId="47E8B25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2861D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311" w:type="dxa"/>
          </w:tcPr>
          <w:p w14:paraId="0CC11D1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522" w:type="dxa"/>
          </w:tcPr>
          <w:p w14:paraId="247E0AA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1053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atLeast"/>
          <w:jc w:val="center"/>
        </w:trPr>
        <w:tc>
          <w:tcPr>
            <w:tcW w:w="3311" w:type="dxa"/>
          </w:tcPr>
          <w:p w14:paraId="1AD02364"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22" w:type="dxa"/>
          </w:tcPr>
          <w:p w14:paraId="32AD8814">
            <w:pPr>
              <w:rPr>
                <w:rFonts w:hint="eastAsia"/>
                <w:color w:val="000000"/>
                <w:sz w:val="24"/>
              </w:rPr>
            </w:pPr>
          </w:p>
        </w:tc>
      </w:tr>
      <w:tr w14:paraId="06CF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311" w:type="dxa"/>
          </w:tcPr>
          <w:p w14:paraId="4151717B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522" w:type="dxa"/>
          </w:tcPr>
          <w:p w14:paraId="399E6D4F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30291C72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44D7D91E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335F71B1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6498ADF9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4C71A2DD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6A3FC76C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438DF86C"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 w14:paraId="450BF4B8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4552243-F21E-47A5-8651-BF0098A21C73}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B011B78-505C-420C-8955-E1135765B2C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9384E8EC-8717-45F2-BF14-18D283E7D73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7EB98F69-8B09-4F8C-B884-6DB8E5E52C4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ZlOThkMmJkMDNhOTkwYjBlNjkwMDZkNmNjOTUzOWQifQ=="/>
  </w:docVars>
  <w:rsids>
    <w:rsidRoot w:val="0065228C"/>
    <w:rsid w:val="002B6051"/>
    <w:rsid w:val="004709C3"/>
    <w:rsid w:val="005C0BD9"/>
    <w:rsid w:val="0065228C"/>
    <w:rsid w:val="006636DA"/>
    <w:rsid w:val="00704807"/>
    <w:rsid w:val="00810946"/>
    <w:rsid w:val="00850030"/>
    <w:rsid w:val="008A01D1"/>
    <w:rsid w:val="008F1C42"/>
    <w:rsid w:val="009655E0"/>
    <w:rsid w:val="00A24B87"/>
    <w:rsid w:val="00A43805"/>
    <w:rsid w:val="00AB7B68"/>
    <w:rsid w:val="00AF03BA"/>
    <w:rsid w:val="00C513BB"/>
    <w:rsid w:val="00CD6AF8"/>
    <w:rsid w:val="00F21764"/>
    <w:rsid w:val="00F42107"/>
    <w:rsid w:val="00F6783C"/>
    <w:rsid w:val="0CAD637F"/>
    <w:rsid w:val="214C4EFE"/>
    <w:rsid w:val="668576A9"/>
    <w:rsid w:val="710A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61</Words>
  <Characters>61</Characters>
  <Lines>0</Lines>
  <Paragraphs>0</Paragraphs>
  <TotalTime>1</TotalTime>
  <ScaleCrop>false</ScaleCrop>
  <LinksUpToDate>false</LinksUpToDate>
  <CharactersWithSpaces>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苑新新</cp:lastModifiedBy>
  <dcterms:modified xsi:type="dcterms:W3CDTF">2025-12-08T09:47:29Z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724140F009D14CF38256659AB764E7F9_12</vt:lpwstr>
  </property>
  <property fmtid="{D5CDD505-2E9C-101B-9397-08002B2CF9AE}" pid="4" name="KSOTemplateDocerSaveRecord">
    <vt:lpwstr>eyJoZGlkIjoiNDQ1ZTA1YjczMDkwMzMxNGVmMDNlMGRlNWJjYWU5YzgiLCJ1c2VySWQiOiI0NTk3NjQ2NTAifQ==</vt:lpwstr>
  </property>
</Properties>
</file>